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57" w:rsidRDefault="00FB6B57" w:rsidP="00FB6B57">
      <w:pPr>
        <w:ind w:left="5103"/>
        <w:rPr>
          <w:bCs/>
        </w:rPr>
      </w:pPr>
      <w:r>
        <w:rPr>
          <w:bCs/>
        </w:rPr>
        <w:t xml:space="preserve">В администрацию </w:t>
      </w:r>
      <w:proofErr w:type="spellStart"/>
      <w:r>
        <w:rPr>
          <w:bCs/>
        </w:rPr>
        <w:t>Семидесятского</w:t>
      </w:r>
      <w:proofErr w:type="spellEnd"/>
      <w:r>
        <w:rPr>
          <w:bCs/>
        </w:rPr>
        <w:t xml:space="preserve"> сельского поселения  </w:t>
      </w:r>
    </w:p>
    <w:p w:rsidR="00FB6B57" w:rsidRDefault="00FB6B57" w:rsidP="00FB6B57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9054CC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t xml:space="preserve">1. Соблюдать условия продажи муниципального имущества на аукционе, </w:t>
      </w:r>
      <w:r w:rsidRPr="00FF7D89">
        <w:rPr>
          <w:color w:val="auto"/>
        </w:rPr>
        <w:t>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ind w:firstLine="709"/>
        <w:jc w:val="both"/>
        <w:rPr>
          <w:color w:val="auto"/>
        </w:rPr>
      </w:pPr>
      <w:r w:rsidRPr="00FF7D89">
        <w:rPr>
          <w:color w:val="auto"/>
        </w:rPr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FF7D89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rPr>
          <w:color w:val="auto"/>
        </w:rPr>
        <w:t xml:space="preserve">3. </w:t>
      </w:r>
      <w:r w:rsidR="00FF7D89" w:rsidRPr="00FF7D89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Pr="00FF7D89" w:rsidRDefault="00F708B3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 xml:space="preserve">4. </w:t>
      </w:r>
      <w:r w:rsidR="009054CC" w:rsidRPr="00FF7D89">
        <w:rPr>
          <w:color w:val="auto"/>
        </w:rPr>
        <w:t xml:space="preserve">В </w:t>
      </w:r>
      <w:proofErr w:type="gramStart"/>
      <w:r w:rsidR="009054CC" w:rsidRPr="00FF7D89">
        <w:rPr>
          <w:color w:val="auto"/>
        </w:rPr>
        <w:t>случае</w:t>
      </w:r>
      <w:proofErr w:type="gramEnd"/>
      <w:r w:rsidR="009054CC" w:rsidRPr="00FF7D89">
        <w:rPr>
          <w:color w:val="auto"/>
        </w:rPr>
        <w:t xml:space="preserve"> заключения договора купли-продажи муниципального имущества оплатить стоимость муниципального имущества в размере и в сроки, указанные в договоре купли-продажи.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  <w:rPr>
          <w:color w:val="auto"/>
        </w:rPr>
      </w:pPr>
      <w:r w:rsidRPr="00FF7D89">
        <w:rPr>
          <w:color w:val="auto"/>
        </w:rPr>
        <w:tab/>
      </w:r>
      <w:r w:rsidR="00F708B3">
        <w:rPr>
          <w:color w:val="auto"/>
        </w:rPr>
        <w:t>5</w:t>
      </w:r>
      <w:r w:rsidRPr="00FF7D89">
        <w:rPr>
          <w:color w:val="auto"/>
        </w:rPr>
        <w:t>. Нести ответственность в случае неисполнения либо ненадлежащего исполнения обязанностей, указанных в пунктах 1, 2</w:t>
      </w:r>
      <w:r w:rsidR="00F708B3">
        <w:rPr>
          <w:color w:val="auto"/>
        </w:rPr>
        <w:t>,</w:t>
      </w:r>
      <w:r w:rsidRPr="00FF7D89">
        <w:rPr>
          <w:color w:val="auto"/>
        </w:rPr>
        <w:t xml:space="preserve"> 3 </w:t>
      </w:r>
      <w:r w:rsidR="00F708B3">
        <w:rPr>
          <w:color w:val="auto"/>
        </w:rPr>
        <w:t xml:space="preserve">и 4 </w:t>
      </w:r>
      <w:r w:rsidRPr="00FF7D89">
        <w:rPr>
          <w:color w:val="auto"/>
        </w:rPr>
        <w:t>настоящей заявки в соответствии с законодательством Российской Федерации.</w:t>
      </w:r>
    </w:p>
    <w:p w:rsidR="00F17D53" w:rsidRDefault="00F17D53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054CC" w:rsidRDefault="009054CC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условиями проведения аукциона, опубликованными в информационном </w:t>
      </w:r>
      <w:proofErr w:type="gramStart"/>
      <w:r>
        <w:rPr>
          <w:rFonts w:ascii="Times New Roman" w:hAnsi="Times New Roman"/>
          <w:sz w:val="24"/>
          <w:szCs w:val="24"/>
        </w:rPr>
        <w:t>сообщении</w:t>
      </w:r>
      <w:proofErr w:type="gramEnd"/>
      <w:r>
        <w:rPr>
          <w:rFonts w:ascii="Times New Roman" w:hAnsi="Times New Roman"/>
          <w:sz w:val="24"/>
          <w:szCs w:val="24"/>
        </w:rPr>
        <w:t>, формой заявки на участие в аукционе,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9054CC" w:rsidRPr="00F708B3" w:rsidRDefault="009054CC" w:rsidP="009054CC">
      <w:pPr>
        <w:pStyle w:val="ConsNonformat"/>
        <w:ind w:firstLine="142"/>
        <w:rPr>
          <w:rFonts w:ascii="Times New Roman" w:hAnsi="Times New Roman"/>
          <w:i/>
        </w:rPr>
      </w:pPr>
      <w:r w:rsidRPr="00F708B3"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_____ »    __________________ 20______г.</w:t>
      </w: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p w:rsidR="00F17D53" w:rsidRDefault="00F17D53" w:rsidP="009054CC">
      <w:pPr>
        <w:tabs>
          <w:tab w:val="left" w:pos="5655"/>
        </w:tabs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9054CC"/>
    <w:rsid w:val="002C7B26"/>
    <w:rsid w:val="006100F0"/>
    <w:rsid w:val="009054CC"/>
    <w:rsid w:val="00C62EEA"/>
    <w:rsid w:val="00C656F5"/>
    <w:rsid w:val="00F17D53"/>
    <w:rsid w:val="00F708B3"/>
    <w:rsid w:val="00FB6B57"/>
    <w:rsid w:val="00FF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2022-05-18T11:04:00Z</dcterms:created>
  <dcterms:modified xsi:type="dcterms:W3CDTF">2024-10-29T05:37:00Z</dcterms:modified>
</cp:coreProperties>
</file>